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29" w:rsidRPr="00012063" w:rsidRDefault="00B04729">
      <w:pPr>
        <w:widowControl/>
        <w:jc w:val="left"/>
        <w:rPr>
          <w:rFonts w:asciiTheme="minorEastAsia" w:eastAsiaTheme="minorEastAsia" w:hAnsiTheme="minorEastAsia"/>
          <w:sz w:val="24"/>
        </w:rPr>
      </w:pPr>
      <w:r w:rsidRPr="00012063">
        <w:rPr>
          <w:rFonts w:asciiTheme="minorEastAsia" w:eastAsiaTheme="minorEastAsia" w:hAnsiTheme="minorEastAsia" w:hint="eastAsia"/>
          <w:sz w:val="24"/>
        </w:rPr>
        <w:t>別記様式１</w:t>
      </w:r>
    </w:p>
    <w:p w:rsidR="00B04729" w:rsidRPr="00012063" w:rsidRDefault="00B04729">
      <w:pPr>
        <w:widowControl/>
        <w:jc w:val="left"/>
        <w:rPr>
          <w:rFonts w:asciiTheme="minorEastAsia" w:eastAsiaTheme="minorEastAsia" w:hAnsiTheme="minorEastAsia"/>
          <w:sz w:val="24"/>
        </w:rPr>
      </w:pPr>
    </w:p>
    <w:p w:rsidR="00B04729" w:rsidRPr="00012063" w:rsidRDefault="00B04729" w:rsidP="00B04729">
      <w:pPr>
        <w:widowControl/>
        <w:jc w:val="center"/>
        <w:rPr>
          <w:rFonts w:asciiTheme="minorEastAsia" w:eastAsiaTheme="minorEastAsia" w:hAnsiTheme="minorEastAsia"/>
          <w:sz w:val="24"/>
        </w:rPr>
      </w:pPr>
      <w:r w:rsidRPr="00012063">
        <w:rPr>
          <w:rFonts w:asciiTheme="minorEastAsia" w:eastAsiaTheme="minorEastAsia" w:hAnsiTheme="minorEastAsia" w:hint="eastAsia"/>
          <w:sz w:val="24"/>
        </w:rPr>
        <w:t>入浴支援ニーズ等</w:t>
      </w:r>
      <w:r w:rsidR="00C12C53" w:rsidRPr="00012063">
        <w:rPr>
          <w:rFonts w:asciiTheme="minorEastAsia" w:eastAsiaTheme="minorEastAsia" w:hAnsiTheme="minorEastAsia" w:hint="eastAsia"/>
          <w:sz w:val="24"/>
        </w:rPr>
        <w:t>連絡</w:t>
      </w:r>
      <w:r w:rsidRPr="00012063">
        <w:rPr>
          <w:rFonts w:asciiTheme="minorEastAsia" w:eastAsiaTheme="minorEastAsia" w:hAnsiTheme="minorEastAsia" w:hint="eastAsia"/>
          <w:sz w:val="24"/>
        </w:rPr>
        <w:t>票</w:t>
      </w:r>
    </w:p>
    <w:p w:rsidR="00B04729" w:rsidRPr="00012063" w:rsidRDefault="00B04729">
      <w:pPr>
        <w:widowControl/>
        <w:jc w:val="left"/>
        <w:rPr>
          <w:rFonts w:asciiTheme="minorEastAsia" w:eastAsiaTheme="minorEastAsia" w:hAnsiTheme="minorEastAsia"/>
          <w:sz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289"/>
      </w:tblGrid>
      <w:tr w:rsidR="00012063" w:rsidRPr="00012063" w:rsidTr="00B04729">
        <w:trPr>
          <w:trHeight w:val="488"/>
        </w:trPr>
        <w:tc>
          <w:tcPr>
            <w:tcW w:w="1985" w:type="dxa"/>
            <w:vAlign w:val="center"/>
          </w:tcPr>
          <w:p w:rsidR="0079192A" w:rsidRPr="00012063" w:rsidRDefault="0079192A" w:rsidP="00B0472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>日時</w:t>
            </w:r>
          </w:p>
        </w:tc>
        <w:tc>
          <w:tcPr>
            <w:tcW w:w="7289" w:type="dxa"/>
            <w:vAlign w:val="center"/>
          </w:tcPr>
          <w:p w:rsidR="0079192A" w:rsidRPr="00012063" w:rsidRDefault="0079192A" w:rsidP="00B04729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="00505B95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="00BA021A" w:rsidRPr="00012063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012063">
              <w:rPr>
                <w:rFonts w:asciiTheme="minorEastAsia" w:eastAsiaTheme="minorEastAsia" w:hAnsiTheme="minorEastAsia" w:hint="eastAsia"/>
                <w:sz w:val="24"/>
              </w:rPr>
              <w:t xml:space="preserve">年　</w:t>
            </w:r>
            <w:r w:rsidR="00BA021A" w:rsidRPr="00012063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012063">
              <w:rPr>
                <w:rFonts w:asciiTheme="minorEastAsia" w:eastAsiaTheme="minorEastAsia" w:hAnsiTheme="minorEastAsia" w:hint="eastAsia"/>
                <w:sz w:val="24"/>
              </w:rPr>
              <w:t xml:space="preserve">　月　</w:t>
            </w:r>
            <w:r w:rsidR="00BA021A" w:rsidRPr="00012063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012063">
              <w:rPr>
                <w:rFonts w:asciiTheme="minorEastAsia" w:eastAsiaTheme="minorEastAsia" w:hAnsiTheme="minorEastAsia" w:hint="eastAsia"/>
                <w:sz w:val="24"/>
              </w:rPr>
              <w:t xml:space="preserve">　日　　　　　時　　　　分</w:t>
            </w:r>
          </w:p>
        </w:tc>
      </w:tr>
      <w:tr w:rsidR="00012063" w:rsidRPr="00012063" w:rsidTr="00B04729">
        <w:trPr>
          <w:trHeight w:val="488"/>
        </w:trPr>
        <w:tc>
          <w:tcPr>
            <w:tcW w:w="1985" w:type="dxa"/>
            <w:vAlign w:val="center"/>
          </w:tcPr>
          <w:p w:rsidR="00B04729" w:rsidRPr="00012063" w:rsidRDefault="00B04729" w:rsidP="00B0472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>市町名</w:t>
            </w:r>
          </w:p>
        </w:tc>
        <w:tc>
          <w:tcPr>
            <w:tcW w:w="7289" w:type="dxa"/>
            <w:vAlign w:val="center"/>
          </w:tcPr>
          <w:p w:rsidR="00B04729" w:rsidRPr="00012063" w:rsidRDefault="00B04729" w:rsidP="00B04729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2063" w:rsidRPr="00012063" w:rsidTr="00B04729">
        <w:trPr>
          <w:trHeight w:val="488"/>
        </w:trPr>
        <w:tc>
          <w:tcPr>
            <w:tcW w:w="1985" w:type="dxa"/>
            <w:vAlign w:val="center"/>
          </w:tcPr>
          <w:p w:rsidR="00B04729" w:rsidRPr="00012063" w:rsidRDefault="00B04729" w:rsidP="00B0472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>担当課</w:t>
            </w:r>
          </w:p>
        </w:tc>
        <w:tc>
          <w:tcPr>
            <w:tcW w:w="7289" w:type="dxa"/>
            <w:vAlign w:val="center"/>
          </w:tcPr>
          <w:p w:rsidR="00B04729" w:rsidRPr="00012063" w:rsidRDefault="00B04729" w:rsidP="00B04729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2063" w:rsidRPr="00012063" w:rsidTr="00B04729">
        <w:trPr>
          <w:trHeight w:val="488"/>
        </w:trPr>
        <w:tc>
          <w:tcPr>
            <w:tcW w:w="1985" w:type="dxa"/>
            <w:vAlign w:val="center"/>
          </w:tcPr>
          <w:p w:rsidR="00B04729" w:rsidRPr="00012063" w:rsidRDefault="00B04729" w:rsidP="00B0472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>担当者</w:t>
            </w:r>
          </w:p>
        </w:tc>
        <w:tc>
          <w:tcPr>
            <w:tcW w:w="7289" w:type="dxa"/>
            <w:vAlign w:val="center"/>
          </w:tcPr>
          <w:p w:rsidR="00B04729" w:rsidRPr="00012063" w:rsidRDefault="00B04729" w:rsidP="00B04729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2063" w:rsidRPr="00012063" w:rsidTr="00B04729">
        <w:trPr>
          <w:trHeight w:val="488"/>
        </w:trPr>
        <w:tc>
          <w:tcPr>
            <w:tcW w:w="1985" w:type="dxa"/>
            <w:vAlign w:val="center"/>
          </w:tcPr>
          <w:p w:rsidR="00B04729" w:rsidRPr="00012063" w:rsidRDefault="00B04729" w:rsidP="00B0472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>電話番号</w:t>
            </w:r>
          </w:p>
        </w:tc>
        <w:tc>
          <w:tcPr>
            <w:tcW w:w="7289" w:type="dxa"/>
            <w:vAlign w:val="center"/>
          </w:tcPr>
          <w:p w:rsidR="00B04729" w:rsidRPr="00012063" w:rsidRDefault="00B04729" w:rsidP="00B04729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2063" w:rsidRPr="00012063" w:rsidTr="00B04729">
        <w:trPr>
          <w:trHeight w:val="1848"/>
        </w:trPr>
        <w:tc>
          <w:tcPr>
            <w:tcW w:w="1985" w:type="dxa"/>
            <w:vAlign w:val="center"/>
          </w:tcPr>
          <w:p w:rsidR="00B04729" w:rsidRPr="00012063" w:rsidRDefault="00B04729" w:rsidP="00B0472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>被災状況等</w:t>
            </w:r>
          </w:p>
        </w:tc>
        <w:tc>
          <w:tcPr>
            <w:tcW w:w="7289" w:type="dxa"/>
          </w:tcPr>
          <w:p w:rsidR="00B04729" w:rsidRPr="00012063" w:rsidRDefault="00B0472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2063" w:rsidRPr="00012063" w:rsidTr="00B04729">
        <w:trPr>
          <w:trHeight w:val="1848"/>
        </w:trPr>
        <w:tc>
          <w:tcPr>
            <w:tcW w:w="1985" w:type="dxa"/>
            <w:vAlign w:val="center"/>
          </w:tcPr>
          <w:p w:rsidR="00B04729" w:rsidRPr="00012063" w:rsidRDefault="00B04729" w:rsidP="00B0472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>入浴支援ニーズ</w:t>
            </w:r>
          </w:p>
        </w:tc>
        <w:tc>
          <w:tcPr>
            <w:tcW w:w="7289" w:type="dxa"/>
          </w:tcPr>
          <w:p w:rsidR="00B04729" w:rsidRPr="00012063" w:rsidRDefault="00B0472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2063" w:rsidRPr="00012063" w:rsidTr="00B04729">
        <w:trPr>
          <w:trHeight w:val="1848"/>
        </w:trPr>
        <w:tc>
          <w:tcPr>
            <w:tcW w:w="1985" w:type="dxa"/>
            <w:vAlign w:val="center"/>
          </w:tcPr>
          <w:p w:rsidR="00B04729" w:rsidRPr="00012063" w:rsidRDefault="008A0FE1" w:rsidP="00B0472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>市町</w:t>
            </w:r>
            <w:r w:rsidR="00B04729" w:rsidRPr="00012063">
              <w:rPr>
                <w:rFonts w:asciiTheme="minorEastAsia" w:eastAsiaTheme="minorEastAsia" w:hAnsiTheme="minorEastAsia" w:hint="eastAsia"/>
                <w:sz w:val="24"/>
              </w:rPr>
              <w:t>対応方針</w:t>
            </w:r>
          </w:p>
        </w:tc>
        <w:tc>
          <w:tcPr>
            <w:tcW w:w="7289" w:type="dxa"/>
          </w:tcPr>
          <w:p w:rsidR="00B04729" w:rsidRPr="00012063" w:rsidRDefault="00B0472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04729" w:rsidRPr="00012063" w:rsidTr="0079192A">
        <w:trPr>
          <w:trHeight w:val="3784"/>
        </w:trPr>
        <w:tc>
          <w:tcPr>
            <w:tcW w:w="1985" w:type="dxa"/>
            <w:vAlign w:val="center"/>
          </w:tcPr>
          <w:p w:rsidR="00B04729" w:rsidRPr="00012063" w:rsidRDefault="008A0FE1" w:rsidP="008A0FE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12063">
              <w:rPr>
                <w:rFonts w:asciiTheme="minorEastAsia" w:eastAsiaTheme="minorEastAsia" w:hAnsiTheme="minorEastAsia" w:hint="eastAsia"/>
                <w:sz w:val="24"/>
              </w:rPr>
              <w:t>県記入欄</w:t>
            </w:r>
          </w:p>
        </w:tc>
        <w:tc>
          <w:tcPr>
            <w:tcW w:w="7289" w:type="dxa"/>
          </w:tcPr>
          <w:p w:rsidR="00B04729" w:rsidRPr="00012063" w:rsidRDefault="00B0472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FC2E5F" w:rsidRDefault="00FC2E5F">
      <w:pPr>
        <w:widowControl/>
        <w:jc w:val="left"/>
        <w:rPr>
          <w:rFonts w:asciiTheme="minorEastAsia" w:eastAsiaTheme="minorEastAsia" w:hAnsiTheme="minorEastAsia" w:hint="eastAsia"/>
          <w:sz w:val="24"/>
        </w:rPr>
      </w:pPr>
      <w:bookmarkStart w:id="0" w:name="_GoBack"/>
      <w:bookmarkEnd w:id="0"/>
    </w:p>
    <w:sectPr w:rsidR="00FC2E5F" w:rsidSect="00D31045">
      <w:headerReference w:type="default" r:id="rId9"/>
      <w:type w:val="continuous"/>
      <w:pgSz w:w="11906" w:h="16838" w:code="9"/>
      <w:pgMar w:top="1361" w:right="1361" w:bottom="1361" w:left="1361" w:header="510" w:footer="340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AE" w:rsidRDefault="00F921AE" w:rsidP="00C239E1">
      <w:r>
        <w:separator/>
      </w:r>
    </w:p>
  </w:endnote>
  <w:endnote w:type="continuationSeparator" w:id="0">
    <w:p w:rsidR="00F921AE" w:rsidRDefault="00F921AE" w:rsidP="00C2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AE" w:rsidRDefault="00F921AE" w:rsidP="00C239E1">
      <w:r>
        <w:separator/>
      </w:r>
    </w:p>
  </w:footnote>
  <w:footnote w:type="continuationSeparator" w:id="0">
    <w:p w:rsidR="00F921AE" w:rsidRDefault="00F921AE" w:rsidP="00C23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AE" w:rsidRPr="00140299" w:rsidRDefault="00F921AE" w:rsidP="001402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F7AD8"/>
    <w:multiLevelType w:val="hybridMultilevel"/>
    <w:tmpl w:val="1CB0DE56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E3"/>
    <w:rsid w:val="00012063"/>
    <w:rsid w:val="0007156B"/>
    <w:rsid w:val="000756AE"/>
    <w:rsid w:val="000865A0"/>
    <w:rsid w:val="000A0CCB"/>
    <w:rsid w:val="000A78CC"/>
    <w:rsid w:val="000B0180"/>
    <w:rsid w:val="000C003A"/>
    <w:rsid w:val="000C49F9"/>
    <w:rsid w:val="000D70ED"/>
    <w:rsid w:val="000E5ADB"/>
    <w:rsid w:val="001079CC"/>
    <w:rsid w:val="00116582"/>
    <w:rsid w:val="001174CB"/>
    <w:rsid w:val="00140299"/>
    <w:rsid w:val="00141EAA"/>
    <w:rsid w:val="001423A3"/>
    <w:rsid w:val="001505C1"/>
    <w:rsid w:val="00151B95"/>
    <w:rsid w:val="001521B5"/>
    <w:rsid w:val="001532E5"/>
    <w:rsid w:val="00161647"/>
    <w:rsid w:val="00167728"/>
    <w:rsid w:val="00175969"/>
    <w:rsid w:val="001837C9"/>
    <w:rsid w:val="00194FA7"/>
    <w:rsid w:val="001B1104"/>
    <w:rsid w:val="001C659D"/>
    <w:rsid w:val="001C68CD"/>
    <w:rsid w:val="001D11D8"/>
    <w:rsid w:val="001E6CE9"/>
    <w:rsid w:val="001F35B7"/>
    <w:rsid w:val="001F37B2"/>
    <w:rsid w:val="002706AF"/>
    <w:rsid w:val="00281365"/>
    <w:rsid w:val="002972E1"/>
    <w:rsid w:val="002B78D2"/>
    <w:rsid w:val="002D0F5F"/>
    <w:rsid w:val="002D1D26"/>
    <w:rsid w:val="002E1E33"/>
    <w:rsid w:val="002E27A5"/>
    <w:rsid w:val="002F5C91"/>
    <w:rsid w:val="002F7501"/>
    <w:rsid w:val="00316016"/>
    <w:rsid w:val="00344440"/>
    <w:rsid w:val="00381C9B"/>
    <w:rsid w:val="003B6201"/>
    <w:rsid w:val="003C6681"/>
    <w:rsid w:val="003E4D5E"/>
    <w:rsid w:val="003F0902"/>
    <w:rsid w:val="00401853"/>
    <w:rsid w:val="00405E2E"/>
    <w:rsid w:val="00411497"/>
    <w:rsid w:val="004303F4"/>
    <w:rsid w:val="0043045D"/>
    <w:rsid w:val="00440820"/>
    <w:rsid w:val="00443EDE"/>
    <w:rsid w:val="00455337"/>
    <w:rsid w:val="00483799"/>
    <w:rsid w:val="00487058"/>
    <w:rsid w:val="00493968"/>
    <w:rsid w:val="004A220F"/>
    <w:rsid w:val="004B0477"/>
    <w:rsid w:val="004C3021"/>
    <w:rsid w:val="004C5514"/>
    <w:rsid w:val="004D31B8"/>
    <w:rsid w:val="004F1AE0"/>
    <w:rsid w:val="004F3498"/>
    <w:rsid w:val="00505B95"/>
    <w:rsid w:val="00531C30"/>
    <w:rsid w:val="00532D0F"/>
    <w:rsid w:val="005333C8"/>
    <w:rsid w:val="00540BE9"/>
    <w:rsid w:val="00542989"/>
    <w:rsid w:val="00575646"/>
    <w:rsid w:val="005841F7"/>
    <w:rsid w:val="005F3B8B"/>
    <w:rsid w:val="006038E1"/>
    <w:rsid w:val="0060411D"/>
    <w:rsid w:val="0061292F"/>
    <w:rsid w:val="006230A7"/>
    <w:rsid w:val="0064538C"/>
    <w:rsid w:val="00646E53"/>
    <w:rsid w:val="006478BE"/>
    <w:rsid w:val="006523B6"/>
    <w:rsid w:val="0065683F"/>
    <w:rsid w:val="00690007"/>
    <w:rsid w:val="006922A2"/>
    <w:rsid w:val="006A6B94"/>
    <w:rsid w:val="006A726D"/>
    <w:rsid w:val="006D3C99"/>
    <w:rsid w:val="006D7405"/>
    <w:rsid w:val="006E3E85"/>
    <w:rsid w:val="006F2078"/>
    <w:rsid w:val="0070110F"/>
    <w:rsid w:val="00703DE5"/>
    <w:rsid w:val="0071014D"/>
    <w:rsid w:val="007312EB"/>
    <w:rsid w:val="00733281"/>
    <w:rsid w:val="00736878"/>
    <w:rsid w:val="00752D6F"/>
    <w:rsid w:val="007669B5"/>
    <w:rsid w:val="0079192A"/>
    <w:rsid w:val="007C7993"/>
    <w:rsid w:val="007E1074"/>
    <w:rsid w:val="007E23E3"/>
    <w:rsid w:val="00804262"/>
    <w:rsid w:val="00810969"/>
    <w:rsid w:val="008160C4"/>
    <w:rsid w:val="00842310"/>
    <w:rsid w:val="00862B6F"/>
    <w:rsid w:val="008772BD"/>
    <w:rsid w:val="008840AC"/>
    <w:rsid w:val="0088682D"/>
    <w:rsid w:val="00890B28"/>
    <w:rsid w:val="00893BA0"/>
    <w:rsid w:val="00896D7C"/>
    <w:rsid w:val="008A0FE1"/>
    <w:rsid w:val="008A13B9"/>
    <w:rsid w:val="008A6FD8"/>
    <w:rsid w:val="008B4D42"/>
    <w:rsid w:val="008E7C89"/>
    <w:rsid w:val="008F6D8D"/>
    <w:rsid w:val="00901119"/>
    <w:rsid w:val="00902EBD"/>
    <w:rsid w:val="00913E51"/>
    <w:rsid w:val="00921777"/>
    <w:rsid w:val="00926C33"/>
    <w:rsid w:val="009377AE"/>
    <w:rsid w:val="00970EC6"/>
    <w:rsid w:val="00971C22"/>
    <w:rsid w:val="009726E9"/>
    <w:rsid w:val="009767D0"/>
    <w:rsid w:val="00983F3A"/>
    <w:rsid w:val="00990696"/>
    <w:rsid w:val="009B246B"/>
    <w:rsid w:val="009C5AE7"/>
    <w:rsid w:val="009E1486"/>
    <w:rsid w:val="009F7526"/>
    <w:rsid w:val="00A02509"/>
    <w:rsid w:val="00A22589"/>
    <w:rsid w:val="00A3022F"/>
    <w:rsid w:val="00A46C64"/>
    <w:rsid w:val="00A65A2E"/>
    <w:rsid w:val="00A65B34"/>
    <w:rsid w:val="00A7352A"/>
    <w:rsid w:val="00A8795C"/>
    <w:rsid w:val="00A903BE"/>
    <w:rsid w:val="00A91380"/>
    <w:rsid w:val="00AB67E5"/>
    <w:rsid w:val="00AC5373"/>
    <w:rsid w:val="00B04729"/>
    <w:rsid w:val="00B11FEA"/>
    <w:rsid w:val="00B3024D"/>
    <w:rsid w:val="00B56370"/>
    <w:rsid w:val="00B76AE4"/>
    <w:rsid w:val="00B77E93"/>
    <w:rsid w:val="00BA021A"/>
    <w:rsid w:val="00BB480B"/>
    <w:rsid w:val="00BB5B1C"/>
    <w:rsid w:val="00BE5308"/>
    <w:rsid w:val="00BF05B3"/>
    <w:rsid w:val="00BF53A1"/>
    <w:rsid w:val="00C11CFA"/>
    <w:rsid w:val="00C12C53"/>
    <w:rsid w:val="00C239E1"/>
    <w:rsid w:val="00C43691"/>
    <w:rsid w:val="00C5753C"/>
    <w:rsid w:val="00CA624D"/>
    <w:rsid w:val="00CB184B"/>
    <w:rsid w:val="00CB667C"/>
    <w:rsid w:val="00CC5624"/>
    <w:rsid w:val="00D11D4B"/>
    <w:rsid w:val="00D31045"/>
    <w:rsid w:val="00D42C23"/>
    <w:rsid w:val="00D4376B"/>
    <w:rsid w:val="00D45328"/>
    <w:rsid w:val="00D46404"/>
    <w:rsid w:val="00D60892"/>
    <w:rsid w:val="00D84137"/>
    <w:rsid w:val="00D8796F"/>
    <w:rsid w:val="00D92227"/>
    <w:rsid w:val="00D94268"/>
    <w:rsid w:val="00DA5D84"/>
    <w:rsid w:val="00DB1E0C"/>
    <w:rsid w:val="00DD653B"/>
    <w:rsid w:val="00DF25AB"/>
    <w:rsid w:val="00E0011D"/>
    <w:rsid w:val="00E12162"/>
    <w:rsid w:val="00E13852"/>
    <w:rsid w:val="00E1561F"/>
    <w:rsid w:val="00E201F6"/>
    <w:rsid w:val="00E63305"/>
    <w:rsid w:val="00E70C64"/>
    <w:rsid w:val="00EA33A7"/>
    <w:rsid w:val="00EA6EF6"/>
    <w:rsid w:val="00EB45BF"/>
    <w:rsid w:val="00ED3383"/>
    <w:rsid w:val="00F266FB"/>
    <w:rsid w:val="00F37CC5"/>
    <w:rsid w:val="00F43DFD"/>
    <w:rsid w:val="00F52292"/>
    <w:rsid w:val="00F71C06"/>
    <w:rsid w:val="00F833A8"/>
    <w:rsid w:val="00F9127F"/>
    <w:rsid w:val="00F921AE"/>
    <w:rsid w:val="00FB01E3"/>
    <w:rsid w:val="00FB4C16"/>
    <w:rsid w:val="00FC152C"/>
    <w:rsid w:val="00FC2E5F"/>
    <w:rsid w:val="00FD490A"/>
    <w:rsid w:val="00FD4DD2"/>
    <w:rsid w:val="00F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E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6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68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39E1"/>
  </w:style>
  <w:style w:type="paragraph" w:styleId="a8">
    <w:name w:val="footer"/>
    <w:basedOn w:val="a"/>
    <w:link w:val="a9"/>
    <w:uiPriority w:val="99"/>
    <w:unhideWhenUsed/>
    <w:rsid w:val="00C239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39E1"/>
  </w:style>
  <w:style w:type="table" w:styleId="aa">
    <w:name w:val="Table Grid"/>
    <w:basedOn w:val="a1"/>
    <w:uiPriority w:val="59"/>
    <w:rsid w:val="00913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F1A37-91CA-49A5-BF53-726CA53B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67A98DB2.dotm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2</cp:revision>
  <cp:lastPrinted>2020-03-10T00:43:00Z</cp:lastPrinted>
  <dcterms:created xsi:type="dcterms:W3CDTF">2020-05-15T06:17:00Z</dcterms:created>
  <dcterms:modified xsi:type="dcterms:W3CDTF">2020-05-15T06:17:00Z</dcterms:modified>
</cp:coreProperties>
</file>